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607" w:rsidRPr="00205607" w:rsidRDefault="00205607">
      <w:pPr>
        <w:rPr>
          <w:b/>
        </w:rPr>
      </w:pPr>
      <w:r w:rsidRPr="00205607">
        <w:rPr>
          <w:b/>
        </w:rPr>
        <w:t xml:space="preserve">NHRMA Name badges </w:t>
      </w:r>
    </w:p>
    <w:p w:rsidR="00A36BA1" w:rsidRDefault="00205607">
      <w:pPr>
        <w:rPr>
          <w:b/>
          <w:sz w:val="28"/>
          <w:szCs w:val="28"/>
        </w:rPr>
      </w:pPr>
      <w:r w:rsidRPr="00205607">
        <w:rPr>
          <w:b/>
          <w:sz w:val="28"/>
          <w:szCs w:val="28"/>
        </w:rPr>
        <w:t xml:space="preserve">Please use magnetic backs rather than the pin backs.  </w:t>
      </w:r>
    </w:p>
    <w:p w:rsidR="00205607" w:rsidRDefault="00A36BA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Please use same print format, logo and font as done in last order.  </w:t>
      </w:r>
      <w:bookmarkStart w:id="0" w:name="_GoBack"/>
      <w:bookmarkEnd w:id="0"/>
      <w:r w:rsidR="00205607">
        <w:rPr>
          <w:b/>
          <w:sz w:val="28"/>
          <w:szCs w:val="28"/>
        </w:rPr>
        <w:br/>
      </w:r>
    </w:p>
    <w:p w:rsidR="00205607" w:rsidRPr="00205607" w:rsidRDefault="00205607">
      <w:pPr>
        <w:rPr>
          <w:sz w:val="24"/>
          <w:szCs w:val="24"/>
        </w:rPr>
      </w:pPr>
      <w:r w:rsidRPr="00205607">
        <w:rPr>
          <w:sz w:val="24"/>
          <w:szCs w:val="24"/>
        </w:rPr>
        <w:t>Please mail final badges to</w:t>
      </w:r>
      <w:proofErr w:type="gramStart"/>
      <w:r w:rsidRPr="00205607">
        <w:rPr>
          <w:sz w:val="24"/>
          <w:szCs w:val="24"/>
        </w:rPr>
        <w:t>:</w:t>
      </w:r>
      <w:proofErr w:type="gramEnd"/>
      <w:r w:rsidRPr="00205607">
        <w:rPr>
          <w:sz w:val="24"/>
          <w:szCs w:val="24"/>
        </w:rPr>
        <w:br/>
        <w:t>Lisa Snively</w:t>
      </w:r>
      <w:r w:rsidRPr="00205607">
        <w:rPr>
          <w:sz w:val="24"/>
          <w:szCs w:val="24"/>
        </w:rPr>
        <w:br/>
        <w:t>3624 Commercial St SE Unit 4095</w:t>
      </w:r>
      <w:r w:rsidRPr="00205607">
        <w:rPr>
          <w:sz w:val="24"/>
          <w:szCs w:val="24"/>
        </w:rPr>
        <w:br/>
        <w:t>Salem, OR  97302</w:t>
      </w:r>
    </w:p>
    <w:p w:rsidR="00205607" w:rsidRDefault="00205607"/>
    <w:p w:rsidR="00C50DF2" w:rsidRDefault="00C50DF2">
      <w:r>
        <w:t>Lisa</w:t>
      </w:r>
      <w:r>
        <w:br/>
      </w:r>
      <w:proofErr w:type="spellStart"/>
      <w:r>
        <w:t>Lisa</w:t>
      </w:r>
      <w:proofErr w:type="spellEnd"/>
      <w:r>
        <w:t xml:space="preserve"> Snively</w:t>
      </w:r>
      <w:r>
        <w:br/>
        <w:t>President</w:t>
      </w:r>
    </w:p>
    <w:p w:rsidR="00C50DF2" w:rsidRDefault="00C50DF2"/>
    <w:p w:rsidR="00C50DF2" w:rsidRDefault="00C50DF2">
      <w:r>
        <w:t>Patty</w:t>
      </w:r>
      <w:r>
        <w:br/>
      </w:r>
      <w:proofErr w:type="spellStart"/>
      <w:r>
        <w:t>Patty</w:t>
      </w:r>
      <w:proofErr w:type="spellEnd"/>
      <w:r>
        <w:t xml:space="preserve"> Hickok, SPHR, GPHR</w:t>
      </w:r>
      <w:r>
        <w:br/>
        <w:t>Vice President</w:t>
      </w:r>
      <w:r>
        <w:br/>
      </w:r>
    </w:p>
    <w:p w:rsidR="00C50DF2" w:rsidRDefault="00C50DF2"/>
    <w:p w:rsidR="00C50DF2" w:rsidRDefault="00C50DF2">
      <w:r>
        <w:t>Laurie</w:t>
      </w:r>
      <w:r>
        <w:br/>
      </w:r>
      <w:proofErr w:type="spellStart"/>
      <w:r>
        <w:t>Laurie</w:t>
      </w:r>
      <w:proofErr w:type="spellEnd"/>
      <w:r>
        <w:t xml:space="preserve"> Roe, SPHR</w:t>
      </w:r>
      <w:r>
        <w:br/>
        <w:t>Past President</w:t>
      </w:r>
    </w:p>
    <w:p w:rsidR="00C50DF2" w:rsidRDefault="00C50DF2"/>
    <w:p w:rsidR="00C50DF2" w:rsidRDefault="00C50DF2">
      <w:r>
        <w:t xml:space="preserve">Sallie </w:t>
      </w:r>
      <w:r>
        <w:br/>
      </w:r>
      <w:proofErr w:type="spellStart"/>
      <w:r>
        <w:t>Sallie</w:t>
      </w:r>
      <w:proofErr w:type="spellEnd"/>
      <w:r>
        <w:t xml:space="preserve"> Stuvek, SPHR</w:t>
      </w:r>
      <w:r>
        <w:br/>
        <w:t>Secretary</w:t>
      </w:r>
    </w:p>
    <w:p w:rsidR="00C50DF2" w:rsidRDefault="00C50DF2"/>
    <w:p w:rsidR="00C50DF2" w:rsidRDefault="00C50DF2">
      <w:r>
        <w:t>Patty</w:t>
      </w:r>
      <w:r>
        <w:br/>
      </w:r>
      <w:proofErr w:type="spellStart"/>
      <w:r>
        <w:t>Patty</w:t>
      </w:r>
      <w:proofErr w:type="spellEnd"/>
      <w:r>
        <w:t xml:space="preserve"> Billingsley, SPHR, CCP</w:t>
      </w:r>
      <w:r>
        <w:br/>
        <w:t>Treasurer</w:t>
      </w:r>
    </w:p>
    <w:p w:rsidR="00C50DF2" w:rsidRDefault="00C50DF2"/>
    <w:p w:rsidR="00C50DF2" w:rsidRDefault="00C50DF2">
      <w:r>
        <w:t>Jennifer</w:t>
      </w:r>
      <w:r>
        <w:br/>
      </w:r>
      <w:proofErr w:type="spellStart"/>
      <w:r>
        <w:t>Jennifer</w:t>
      </w:r>
      <w:proofErr w:type="spellEnd"/>
      <w:r>
        <w:t xml:space="preserve"> Schwope, SPHR, GPHR</w:t>
      </w:r>
      <w:r>
        <w:br/>
        <w:t>College Relations Director</w:t>
      </w:r>
    </w:p>
    <w:p w:rsidR="00C50DF2" w:rsidRDefault="00C50DF2"/>
    <w:p w:rsidR="00C50DF2" w:rsidRDefault="00C50DF2">
      <w:r>
        <w:t>Kelly</w:t>
      </w:r>
      <w:r>
        <w:br/>
      </w:r>
      <w:proofErr w:type="spellStart"/>
      <w:r>
        <w:t>Kelly</w:t>
      </w:r>
      <w:proofErr w:type="spellEnd"/>
      <w:r>
        <w:t xml:space="preserve"> Cameron, SPHR</w:t>
      </w:r>
      <w:r>
        <w:br/>
        <w:t>Awards &amp; Recognitions Director</w:t>
      </w:r>
    </w:p>
    <w:p w:rsidR="00C50DF2" w:rsidRDefault="00C50DF2"/>
    <w:p w:rsidR="00C50DF2" w:rsidRDefault="00C50DF2">
      <w:r>
        <w:t>Lisa</w:t>
      </w:r>
      <w:r>
        <w:br/>
      </w:r>
      <w:proofErr w:type="spellStart"/>
      <w:r>
        <w:t>Lisa</w:t>
      </w:r>
      <w:proofErr w:type="spellEnd"/>
      <w:r>
        <w:t xml:space="preserve"> Dean, SPHR, GPHR</w:t>
      </w:r>
      <w:r>
        <w:br/>
        <w:t>Foundation Director</w:t>
      </w:r>
    </w:p>
    <w:p w:rsidR="00C50DF2" w:rsidRDefault="00C50DF2"/>
    <w:p w:rsidR="00C50DF2" w:rsidRDefault="00C50DF2">
      <w:r>
        <w:t>Dayna</w:t>
      </w:r>
      <w:r>
        <w:br/>
        <w:t>Dayna Eden, SPHR</w:t>
      </w:r>
      <w:r>
        <w:br/>
        <w:t>Communications Director</w:t>
      </w:r>
      <w:r>
        <w:br/>
      </w:r>
    </w:p>
    <w:p w:rsidR="00C50DF2" w:rsidRDefault="00C50DF2"/>
    <w:p w:rsidR="00C50DF2" w:rsidRDefault="00C50DF2">
      <w:r>
        <w:t>Lindsey</w:t>
      </w:r>
      <w:r>
        <w:br/>
      </w:r>
      <w:proofErr w:type="spellStart"/>
      <w:r>
        <w:t>Lindsey</w:t>
      </w:r>
      <w:proofErr w:type="spellEnd"/>
      <w:r>
        <w:t xml:space="preserve"> Castle, PHR</w:t>
      </w:r>
      <w:r>
        <w:br/>
        <w:t>Special Projects Director</w:t>
      </w:r>
    </w:p>
    <w:p w:rsidR="00C50DF2" w:rsidRDefault="00C50DF2"/>
    <w:p w:rsidR="00C50DF2" w:rsidRDefault="00C50DF2">
      <w:r>
        <w:t>Debbie</w:t>
      </w:r>
      <w:r>
        <w:br/>
        <w:t>Deborah Ireland</w:t>
      </w:r>
      <w:r w:rsidR="00AA1D75">
        <w:t>, PHR</w:t>
      </w:r>
      <w:r>
        <w:br/>
        <w:t>Professional Development Director</w:t>
      </w:r>
    </w:p>
    <w:p w:rsidR="00C50DF2" w:rsidRDefault="00C50DF2"/>
    <w:p w:rsidR="00C50DF2" w:rsidRDefault="00C50DF2">
      <w:r>
        <w:t>Mary</w:t>
      </w:r>
      <w:r>
        <w:br/>
      </w:r>
      <w:proofErr w:type="spellStart"/>
      <w:r>
        <w:t>Mary</w:t>
      </w:r>
      <w:proofErr w:type="spellEnd"/>
      <w:r>
        <w:t xml:space="preserve"> Nance</w:t>
      </w:r>
      <w:r w:rsidR="00AA1D75">
        <w:t>, SPHR</w:t>
      </w:r>
      <w:r>
        <w:br/>
        <w:t>Partnership Director</w:t>
      </w:r>
    </w:p>
    <w:p w:rsidR="00C50DF2" w:rsidRDefault="00721237">
      <w:r>
        <w:t xml:space="preserve"> </w:t>
      </w:r>
    </w:p>
    <w:sectPr w:rsidR="00C50DF2" w:rsidSect="00F615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DF2"/>
    <w:rsid w:val="00205607"/>
    <w:rsid w:val="00721237"/>
    <w:rsid w:val="00A36BA1"/>
    <w:rsid w:val="00AA1D75"/>
    <w:rsid w:val="00C50DF2"/>
    <w:rsid w:val="00DB3F9A"/>
    <w:rsid w:val="00F6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0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D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0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D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382B3B01.dotm</Template>
  <TotalTime>9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ODOC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Snively Lisa A</dc:creator>
  <cp:lastModifiedBy>Snively Lisa A</cp:lastModifiedBy>
  <cp:revision>5</cp:revision>
  <cp:lastPrinted>2013-10-17T23:04:00Z</cp:lastPrinted>
  <dcterms:created xsi:type="dcterms:W3CDTF">2013-10-17T23:00:00Z</dcterms:created>
  <dcterms:modified xsi:type="dcterms:W3CDTF">2013-10-28T17:32:00Z</dcterms:modified>
</cp:coreProperties>
</file>